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071" w:rsidRDefault="00421071"/>
    <w:p w:rsidR="00976A5A" w:rsidRDefault="0001400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2C3E79" wp14:editId="14657FB3">
                <wp:simplePos x="0" y="0"/>
                <wp:positionH relativeFrom="column">
                  <wp:posOffset>374015</wp:posOffset>
                </wp:positionH>
                <wp:positionV relativeFrom="paragraph">
                  <wp:posOffset>83023</wp:posOffset>
                </wp:positionV>
                <wp:extent cx="9048115" cy="5677786"/>
                <wp:effectExtent l="0" t="0" r="635" b="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48115" cy="567778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4002" w:rsidRDefault="00BF1E9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8856980" cy="5486400"/>
                                  <wp:effectExtent l="0" t="0" r="1270" b="0"/>
                                  <wp:docPr id="2" name="Grafik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856980" cy="5486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29.45pt;margin-top:6.55pt;width:712.45pt;height:447.05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" fillcolor="white [3201]" stroked="f" strokeweight=".5pt">
                <v:textbox style="mso-fit-shape-to-text:t">
                  <w:txbxContent>
                    <w:p w:rsidR="00014002" w:rsidRDefault="00BF1E9F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8856980" cy="5486400"/>
                            <wp:effectExtent l="0" t="0" r="1270" b="0"/>
                            <wp:docPr id="2" name="Grafik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856980" cy="5486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976A5A" w:rsidRDefault="00976A5A"/>
    <w:p w:rsidR="00976A5A" w:rsidRDefault="00976A5A"/>
    <w:sectPr w:rsidR="00976A5A" w:rsidSect="0001400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5FE4" w:rsidRDefault="00145FE4" w:rsidP="00014002">
      <w:r>
        <w:separator/>
      </w:r>
    </w:p>
  </w:endnote>
  <w:endnote w:type="continuationSeparator" w:id="0">
    <w:p w:rsidR="00145FE4" w:rsidRDefault="00145FE4" w:rsidP="00014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ZapfDingbats BT">
    <w:altName w:val="Symbol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600A" w:rsidRDefault="002B600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002" w:rsidRDefault="00014002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-51287</wp:posOffset>
              </wp:positionH>
              <wp:positionV relativeFrom="paragraph">
                <wp:posOffset>103564</wp:posOffset>
              </wp:positionV>
              <wp:extent cx="9920176" cy="0"/>
              <wp:effectExtent l="0" t="0" r="24130" b="19050"/>
              <wp:wrapNone/>
              <wp:docPr id="5" name="Gerade Verbindung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920176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Gerade Verbindung 5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.05pt,8.15pt" to="777.05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" strokecolor="black [3213]"/>
          </w:pict>
        </mc:Fallback>
      </mc:AlternateContent>
    </w:r>
  </w:p>
  <w:p w:rsidR="00014002" w:rsidRDefault="002B600A">
    <w:pPr>
      <w:pStyle w:val="Fuzeile"/>
    </w:pPr>
    <w:r>
      <w:t>08.5</w:t>
    </w:r>
    <w:bookmarkStart w:id="0" w:name="_GoBack"/>
    <w:bookmarkEnd w:id="0"/>
  </w:p>
  <w:p w:rsidR="00014002" w:rsidRDefault="00014002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600A" w:rsidRDefault="002B600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5FE4" w:rsidRDefault="00145FE4" w:rsidP="00014002">
      <w:r>
        <w:separator/>
      </w:r>
    </w:p>
  </w:footnote>
  <w:footnote w:type="continuationSeparator" w:id="0">
    <w:p w:rsidR="00145FE4" w:rsidRDefault="00145FE4" w:rsidP="000140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600A" w:rsidRDefault="002B600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1F20" w:rsidRPr="007A1F20" w:rsidRDefault="007A1F20" w:rsidP="007A1F20">
    <w:pPr>
      <w:pStyle w:val="Kopfzeile"/>
      <w:pBdr>
        <w:bottom w:val="single" w:sz="4" w:space="1" w:color="auto"/>
      </w:pBdr>
      <w:rPr>
        <w:b/>
      </w:rPr>
    </w:pPr>
    <w:r w:rsidRPr="007A1F20">
      <w:rPr>
        <w:b/>
      </w:rPr>
      <w:t>Eisenstoffwechsel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600A" w:rsidRDefault="002B600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64CEF"/>
    <w:multiLevelType w:val="hybridMultilevel"/>
    <w:tmpl w:val="8278B2DC"/>
    <w:lvl w:ilvl="0" w:tplc="6A28E828">
      <w:start w:val="1"/>
      <w:numFmt w:val="bullet"/>
      <w:lvlText w:val=""/>
      <w:lvlJc w:val="left"/>
      <w:pPr>
        <w:tabs>
          <w:tab w:val="num" w:pos="567"/>
        </w:tabs>
        <w:ind w:left="567" w:hanging="567"/>
      </w:pPr>
      <w:rPr>
        <w:rFonts w:ascii="ZapfDingbats BT" w:hAnsi="ZapfDingbats BT" w:hint="default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ttachedTemplate r:id="rId1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A5A"/>
    <w:rsid w:val="00014002"/>
    <w:rsid w:val="00145FE4"/>
    <w:rsid w:val="0026458E"/>
    <w:rsid w:val="002B600A"/>
    <w:rsid w:val="00421071"/>
    <w:rsid w:val="00700CCE"/>
    <w:rsid w:val="007A1F20"/>
    <w:rsid w:val="00865A83"/>
    <w:rsid w:val="00932DED"/>
    <w:rsid w:val="00976A5A"/>
    <w:rsid w:val="00BF1E9F"/>
    <w:rsid w:val="00DC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PersnlicherErstellstil">
    <w:name w:val="Persönlicher Erstellstil"/>
    <w:basedOn w:val="Absatz-Standardschriftart"/>
    <w:rPr>
      <w:rFonts w:ascii="Arial" w:hAnsi="Arial" w:cs="Arial"/>
      <w:color w:val="auto"/>
      <w:sz w:val="20"/>
    </w:rPr>
  </w:style>
  <w:style w:type="character" w:customStyle="1" w:styleId="PersnlicherAntwortstil">
    <w:name w:val="Persönlicher Antwortstil"/>
    <w:basedOn w:val="Absatz-Standardschriftart"/>
    <w:rPr>
      <w:rFonts w:ascii="Arial" w:hAnsi="Arial" w:cs="Arial"/>
      <w:color w:val="auto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400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4002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01400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14002"/>
    <w:rPr>
      <w:rFonts w:ascii="Arial" w:hAnsi="Arial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01400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14002"/>
    <w:rPr>
      <w:rFonts w:ascii="Arial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PersnlicherErstellstil">
    <w:name w:val="Persönlicher Erstellstil"/>
    <w:basedOn w:val="Absatz-Standardschriftart"/>
    <w:rPr>
      <w:rFonts w:ascii="Arial" w:hAnsi="Arial" w:cs="Arial"/>
      <w:color w:val="auto"/>
      <w:sz w:val="20"/>
    </w:rPr>
  </w:style>
  <w:style w:type="character" w:customStyle="1" w:styleId="PersnlicherAntwortstil">
    <w:name w:val="Persönlicher Antwortstil"/>
    <w:basedOn w:val="Absatz-Standardschriftart"/>
    <w:rPr>
      <w:rFonts w:ascii="Arial" w:hAnsi="Arial" w:cs="Arial"/>
      <w:color w:val="auto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400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4002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01400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14002"/>
    <w:rPr>
      <w:rFonts w:ascii="Arial" w:hAnsi="Arial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01400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14002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ord\Vorl_privat\Normal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Normal.dotx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S.Nottebohm</dc:creator>
  <cp:lastModifiedBy>Ertelt, Ulrike (LS)</cp:lastModifiedBy>
  <cp:revision>6</cp:revision>
  <cp:lastPrinted>2014-02-24T09:57:00Z</cp:lastPrinted>
  <dcterms:created xsi:type="dcterms:W3CDTF">2013-09-07T13:28:00Z</dcterms:created>
  <dcterms:modified xsi:type="dcterms:W3CDTF">2014-05-26T08:35:00Z</dcterms:modified>
</cp:coreProperties>
</file>